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ED" w:rsidRDefault="00A17A68">
      <w:r>
        <w:t xml:space="preserve">Tim </w:t>
      </w:r>
      <w:proofErr w:type="spellStart"/>
      <w:r>
        <w:t>Callery</w:t>
      </w:r>
      <w:proofErr w:type="spellEnd"/>
      <w:r>
        <w:tab/>
      </w:r>
      <w:r>
        <w:tab/>
      </w:r>
      <w:r>
        <w:tab/>
      </w:r>
      <w:r>
        <w:tab/>
      </w:r>
      <w:r>
        <w:tab/>
      </w:r>
      <w:r>
        <w:tab/>
      </w:r>
      <w:r>
        <w:tab/>
        <w:t xml:space="preserve">                           </w:t>
      </w:r>
      <w:r w:rsidRPr="00A17A68">
        <w:fldChar w:fldCharType="begin"/>
      </w:r>
      <w:r w:rsidRPr="00A17A68">
        <w:instrText xml:space="preserve"> DATE \@ "dddd, MMMM dd, yyyy" </w:instrText>
      </w:r>
      <w:r w:rsidRPr="00A17A68">
        <w:fldChar w:fldCharType="separate"/>
      </w:r>
      <w:r w:rsidR="00826F70">
        <w:rPr>
          <w:noProof/>
        </w:rPr>
        <w:t>Wednesday, March 28, 2012</w:t>
      </w:r>
      <w:r w:rsidRPr="00A17A68">
        <w:fldChar w:fldCharType="end"/>
      </w:r>
    </w:p>
    <w:p w:rsidR="00A17A68" w:rsidRDefault="00A17A68">
      <w:r>
        <w:t>Humanities 6C</w:t>
      </w:r>
      <w:r>
        <w:tab/>
      </w:r>
      <w:r>
        <w:tab/>
      </w:r>
      <w:r>
        <w:tab/>
      </w:r>
      <w:r>
        <w:tab/>
      </w:r>
      <w:r>
        <w:tab/>
      </w:r>
      <w:r>
        <w:tab/>
      </w:r>
      <w:r>
        <w:tab/>
      </w:r>
      <w:r>
        <w:tab/>
      </w:r>
      <w:r>
        <w:tab/>
        <w:t xml:space="preserve">                Periods 8 + 9</w:t>
      </w:r>
    </w:p>
    <w:p w:rsidR="00A17A68" w:rsidRDefault="00A17A68"/>
    <w:p w:rsidR="000C3CBE" w:rsidRDefault="00727826" w:rsidP="00727826">
      <w:pPr>
        <w:rPr>
          <w:rFonts w:ascii="Berlin Sans FB Demi" w:eastAsia="Arial Unicode MS" w:hAnsi="Berlin Sans FB Demi" w:cs="Arial Unicode MS"/>
          <w:b/>
          <w:sz w:val="44"/>
          <w:szCs w:val="44"/>
        </w:rPr>
      </w:pPr>
      <w:r w:rsidRPr="00727826">
        <w:rPr>
          <w:rFonts w:ascii="Berlin Sans FB Demi" w:eastAsia="Arial Unicode MS" w:hAnsi="Berlin Sans FB Demi" w:cs="Arial Unicode MS"/>
          <w:b/>
          <w:sz w:val="44"/>
          <w:szCs w:val="44"/>
        </w:rPr>
        <w:t xml:space="preserve">   </w:t>
      </w:r>
      <w:r>
        <w:rPr>
          <w:rFonts w:ascii="Berlin Sans FB Demi" w:eastAsia="Arial Unicode MS" w:hAnsi="Berlin Sans FB Demi" w:cs="Arial Unicode MS"/>
          <w:b/>
          <w:sz w:val="44"/>
          <w:szCs w:val="44"/>
        </w:rPr>
        <w:t xml:space="preserve">  </w:t>
      </w:r>
      <w:r w:rsidR="000C3CBE">
        <w:rPr>
          <w:rFonts w:ascii="Berlin Sans FB Demi" w:eastAsia="Arial Unicode MS" w:hAnsi="Berlin Sans FB Demi" w:cs="Arial Unicode MS"/>
          <w:b/>
          <w:sz w:val="44"/>
          <w:szCs w:val="44"/>
        </w:rPr>
        <w:t xml:space="preserve">  </w:t>
      </w:r>
      <w:r w:rsidRPr="00727826">
        <w:rPr>
          <w:rFonts w:ascii="Berlin Sans FB Demi" w:eastAsia="Arial Unicode MS" w:hAnsi="Berlin Sans FB Demi" w:cs="Arial Unicode MS"/>
          <w:b/>
          <w:sz w:val="44"/>
          <w:szCs w:val="44"/>
        </w:rPr>
        <w:t xml:space="preserve"> </w:t>
      </w:r>
      <w:r w:rsidR="000C3CBE">
        <w:rPr>
          <w:rFonts w:ascii="Berlin Sans FB Demi" w:eastAsia="Arial Unicode MS" w:hAnsi="Berlin Sans FB Demi" w:cs="Arial Unicode MS"/>
          <w:b/>
          <w:sz w:val="44"/>
          <w:szCs w:val="44"/>
        </w:rPr>
        <w:t>Civilization’s Moral</w:t>
      </w:r>
      <w:r w:rsidRPr="00727826">
        <w:rPr>
          <w:rFonts w:ascii="Berlin Sans FB Demi" w:eastAsia="Arial Unicode MS" w:hAnsi="Berlin Sans FB Demi" w:cs="Arial Unicode MS"/>
          <w:b/>
          <w:sz w:val="44"/>
          <w:szCs w:val="44"/>
        </w:rPr>
        <w:t xml:space="preserve">s and Abilities: </w:t>
      </w:r>
    </w:p>
    <w:p w:rsidR="00A17A68" w:rsidRPr="000C3CBE" w:rsidRDefault="00727826" w:rsidP="00727826">
      <w:pPr>
        <w:rPr>
          <w:rFonts w:ascii="Berlin Sans FB Demi" w:eastAsia="Arial Unicode MS" w:hAnsi="Berlin Sans FB Demi" w:cs="Arial Unicode MS"/>
          <w:b/>
          <w:sz w:val="40"/>
          <w:szCs w:val="40"/>
          <w:u w:val="single"/>
        </w:rPr>
      </w:pPr>
      <w:r w:rsidRPr="000C3CBE">
        <w:rPr>
          <w:rFonts w:ascii="Berlin Sans FB Demi" w:eastAsia="Arial Unicode MS" w:hAnsi="Berlin Sans FB Demi" w:cs="Arial Unicode MS"/>
          <w:b/>
          <w:sz w:val="40"/>
          <w:szCs w:val="40"/>
        </w:rPr>
        <w:t xml:space="preserve">The Message of </w:t>
      </w:r>
      <w:r w:rsidRPr="000C3CBE">
        <w:rPr>
          <w:rFonts w:ascii="Berlin Sans FB Demi" w:eastAsia="Arial Unicode MS" w:hAnsi="Berlin Sans FB Demi" w:cs="Arial Unicode MS"/>
          <w:b/>
          <w:sz w:val="40"/>
          <w:szCs w:val="40"/>
          <w:u w:val="single"/>
        </w:rPr>
        <w:t xml:space="preserve">Mrs. </w:t>
      </w:r>
      <w:proofErr w:type="spellStart"/>
      <w:r w:rsidRPr="000C3CBE">
        <w:rPr>
          <w:rFonts w:ascii="Berlin Sans FB Demi" w:eastAsia="Arial Unicode MS" w:hAnsi="Berlin Sans FB Demi" w:cs="Arial Unicode MS"/>
          <w:b/>
          <w:sz w:val="40"/>
          <w:szCs w:val="40"/>
          <w:u w:val="single"/>
        </w:rPr>
        <w:t>Frisby</w:t>
      </w:r>
      <w:proofErr w:type="spellEnd"/>
      <w:r w:rsidRPr="000C3CBE">
        <w:rPr>
          <w:rFonts w:ascii="Berlin Sans FB Demi" w:eastAsia="Arial Unicode MS" w:hAnsi="Berlin Sans FB Demi" w:cs="Arial Unicode MS"/>
          <w:b/>
          <w:sz w:val="40"/>
          <w:szCs w:val="40"/>
          <w:u w:val="single"/>
        </w:rPr>
        <w:t xml:space="preserve"> and the Rats of NIMH</w:t>
      </w:r>
    </w:p>
    <w:p w:rsidR="000C3CBE" w:rsidRDefault="00E019A0" w:rsidP="00727826">
      <w:pPr>
        <w:rPr>
          <w:rFonts w:ascii="Berlin Sans FB Demi" w:eastAsia="Arial Unicode MS" w:hAnsi="Berlin Sans FB Demi" w:cs="Arial Unicode MS"/>
          <w:sz w:val="24"/>
          <w:szCs w:val="24"/>
        </w:rPr>
      </w:pPr>
      <w:bookmarkStart w:id="0" w:name="_GoBack"/>
      <w:bookmarkEnd w:id="0"/>
      <w:r>
        <w:rPr>
          <w:rFonts w:ascii="Berlin Sans FB Demi" w:eastAsia="Arial Unicode MS" w:hAnsi="Berlin Sans FB Demi" w:cs="Arial Unicode MS"/>
          <w:sz w:val="24"/>
          <w:szCs w:val="24"/>
        </w:rPr>
        <w:tab/>
      </w:r>
    </w:p>
    <w:p w:rsidR="00727826" w:rsidRPr="00DE5E3E" w:rsidRDefault="00E019A0"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The book; </w:t>
      </w:r>
      <w:r w:rsidRPr="00DE5E3E">
        <w:rPr>
          <w:rFonts w:ascii="Andale Sans" w:eastAsia="Arial Unicode MS" w:hAnsi="Andale Sans" w:cs="Arial Unicode MS"/>
          <w:sz w:val="28"/>
          <w:szCs w:val="28"/>
          <w:u w:val="single"/>
        </w:rPr>
        <w:t xml:space="preserve">Mrs. </w:t>
      </w:r>
      <w:proofErr w:type="spellStart"/>
      <w:r w:rsidRPr="00DE5E3E">
        <w:rPr>
          <w:rFonts w:ascii="Andale Sans" w:eastAsia="Arial Unicode MS" w:hAnsi="Andale Sans" w:cs="Arial Unicode MS"/>
          <w:sz w:val="28"/>
          <w:szCs w:val="28"/>
          <w:u w:val="single"/>
        </w:rPr>
        <w:t>Frisby</w:t>
      </w:r>
      <w:proofErr w:type="spellEnd"/>
      <w:r w:rsidRPr="00DE5E3E">
        <w:rPr>
          <w:rFonts w:ascii="Andale Sans" w:eastAsia="Arial Unicode MS" w:hAnsi="Andale Sans" w:cs="Arial Unicode MS"/>
          <w:sz w:val="28"/>
          <w:szCs w:val="28"/>
          <w:u w:val="single"/>
        </w:rPr>
        <w:t xml:space="preserve"> and the Rats of NIMH </w:t>
      </w:r>
      <w:proofErr w:type="gramStart"/>
      <w:r w:rsidR="000C3CBE" w:rsidRPr="00DE5E3E">
        <w:rPr>
          <w:rFonts w:ascii="Andale Sans" w:eastAsia="Arial Unicode MS" w:hAnsi="Andale Sans" w:cs="Arial Unicode MS"/>
          <w:sz w:val="28"/>
          <w:szCs w:val="28"/>
        </w:rPr>
        <w:t>has</w:t>
      </w:r>
      <w:proofErr w:type="gramEnd"/>
      <w:r w:rsidR="000C3CBE" w:rsidRPr="00DE5E3E">
        <w:rPr>
          <w:rFonts w:ascii="Andale Sans" w:eastAsia="Arial Unicode MS" w:hAnsi="Andale Sans" w:cs="Arial Unicode MS"/>
          <w:sz w:val="28"/>
          <w:szCs w:val="28"/>
        </w:rPr>
        <w:t xml:space="preserve"> a message that will stay in the reader, however tin</w:t>
      </w:r>
      <w:r w:rsidR="00A143B0" w:rsidRPr="00DE5E3E">
        <w:rPr>
          <w:rFonts w:ascii="Andale Sans" w:eastAsia="Arial Unicode MS" w:hAnsi="Andale Sans" w:cs="Arial Unicode MS"/>
          <w:sz w:val="28"/>
          <w:szCs w:val="28"/>
        </w:rPr>
        <w:t>y, smart, huge, or old they are.</w:t>
      </w:r>
      <w:r w:rsidR="000C3CBE" w:rsidRPr="00DE5E3E">
        <w:rPr>
          <w:rFonts w:ascii="Andale Sans" w:eastAsia="Arial Unicode MS" w:hAnsi="Andale Sans" w:cs="Arial Unicode MS"/>
          <w:sz w:val="28"/>
          <w:szCs w:val="28"/>
        </w:rPr>
        <w:t xml:space="preserve"> </w:t>
      </w:r>
      <w:r w:rsidR="000C3CBE" w:rsidRPr="00DE5E3E">
        <w:rPr>
          <w:rFonts w:ascii="Andale Sans" w:eastAsia="Arial Unicode MS" w:hAnsi="Andale Sans" w:cs="Arial Unicode MS"/>
          <w:sz w:val="28"/>
          <w:szCs w:val="28"/>
          <w:u w:val="single"/>
        </w:rPr>
        <w:t xml:space="preserve">Mrs. </w:t>
      </w:r>
      <w:proofErr w:type="spellStart"/>
      <w:r w:rsidR="000C3CBE" w:rsidRPr="00DE5E3E">
        <w:rPr>
          <w:rFonts w:ascii="Andale Sans" w:eastAsia="Arial Unicode MS" w:hAnsi="Andale Sans" w:cs="Arial Unicode MS"/>
          <w:sz w:val="28"/>
          <w:szCs w:val="28"/>
          <w:u w:val="single"/>
        </w:rPr>
        <w:t>Frisby</w:t>
      </w:r>
      <w:proofErr w:type="spellEnd"/>
      <w:r w:rsidR="000C3CBE" w:rsidRPr="00DE5E3E">
        <w:rPr>
          <w:rFonts w:ascii="Andale Sans" w:eastAsia="Arial Unicode MS" w:hAnsi="Andale Sans" w:cs="Arial Unicode MS"/>
          <w:sz w:val="28"/>
          <w:szCs w:val="28"/>
          <w:u w:val="single"/>
        </w:rPr>
        <w:t xml:space="preserve"> and the Rats of NIMH</w:t>
      </w:r>
      <w:r w:rsidR="000C3CBE" w:rsidRPr="00DE5E3E">
        <w:rPr>
          <w:rFonts w:ascii="Andale Sans" w:eastAsia="Arial Unicode MS" w:hAnsi="Andale Sans" w:cs="Arial Unicode MS"/>
          <w:sz w:val="28"/>
          <w:szCs w:val="28"/>
        </w:rPr>
        <w:t xml:space="preserve"> </w:t>
      </w:r>
      <w:proofErr w:type="gramStart"/>
      <w:r w:rsidR="000C3CBE" w:rsidRPr="00DE5E3E">
        <w:rPr>
          <w:rFonts w:ascii="Andale Sans" w:eastAsia="Arial Unicode MS" w:hAnsi="Andale Sans" w:cs="Arial Unicode MS"/>
          <w:sz w:val="28"/>
          <w:szCs w:val="28"/>
        </w:rPr>
        <w:t>was</w:t>
      </w:r>
      <w:proofErr w:type="gramEnd"/>
      <w:r w:rsidR="000C3CBE" w:rsidRPr="00DE5E3E">
        <w:rPr>
          <w:rFonts w:ascii="Andale Sans" w:eastAsia="Arial Unicode MS" w:hAnsi="Andale Sans" w:cs="Arial Unicode MS"/>
          <w:sz w:val="28"/>
          <w:szCs w:val="28"/>
        </w:rPr>
        <w:t xml:space="preserve"> written by Robert C. O’Brien. I believe that the message of </w:t>
      </w:r>
      <w:r w:rsidR="000C3CBE" w:rsidRPr="00DE5E3E">
        <w:rPr>
          <w:rFonts w:ascii="Andale Sans" w:eastAsia="Arial Unicode MS" w:hAnsi="Andale Sans" w:cs="Arial Unicode MS"/>
          <w:sz w:val="28"/>
          <w:szCs w:val="28"/>
          <w:u w:val="single"/>
        </w:rPr>
        <w:t xml:space="preserve">Mrs. </w:t>
      </w:r>
      <w:proofErr w:type="spellStart"/>
      <w:r w:rsidR="000C3CBE" w:rsidRPr="00DE5E3E">
        <w:rPr>
          <w:rFonts w:ascii="Andale Sans" w:eastAsia="Arial Unicode MS" w:hAnsi="Andale Sans" w:cs="Arial Unicode MS"/>
          <w:sz w:val="28"/>
          <w:szCs w:val="28"/>
          <w:u w:val="single"/>
        </w:rPr>
        <w:t>Frisby</w:t>
      </w:r>
      <w:proofErr w:type="spellEnd"/>
      <w:r w:rsidR="000C3CBE" w:rsidRPr="00DE5E3E">
        <w:rPr>
          <w:rFonts w:ascii="Andale Sans" w:eastAsia="Arial Unicode MS" w:hAnsi="Andale Sans" w:cs="Arial Unicode MS"/>
          <w:sz w:val="28"/>
          <w:szCs w:val="28"/>
          <w:u w:val="single"/>
        </w:rPr>
        <w:t xml:space="preserve"> and the Rats of NIMH</w:t>
      </w:r>
      <w:r w:rsidR="00A143B0" w:rsidRPr="00DE5E3E">
        <w:rPr>
          <w:rFonts w:ascii="Andale Sans" w:eastAsia="Arial Unicode MS" w:hAnsi="Andale Sans" w:cs="Arial Unicode MS"/>
          <w:sz w:val="28"/>
          <w:szCs w:val="28"/>
        </w:rPr>
        <w:t xml:space="preserve"> was</w:t>
      </w:r>
      <w:r w:rsidR="000C3CBE" w:rsidRPr="00DE5E3E">
        <w:rPr>
          <w:rFonts w:ascii="Andale Sans" w:eastAsia="Arial Unicode MS" w:hAnsi="Andale Sans" w:cs="Arial Unicode MS"/>
          <w:sz w:val="28"/>
          <w:szCs w:val="28"/>
        </w:rPr>
        <w:t xml:space="preserve"> to make, and sustain a </w:t>
      </w:r>
      <w:proofErr w:type="gramStart"/>
      <w:r w:rsidR="000C3CBE" w:rsidRPr="00DE5E3E">
        <w:rPr>
          <w:rFonts w:ascii="Andale Sans" w:eastAsia="Arial Unicode MS" w:hAnsi="Andale Sans" w:cs="Arial Unicode MS"/>
          <w:sz w:val="28"/>
          <w:szCs w:val="28"/>
        </w:rPr>
        <w:t>civilization,</w:t>
      </w:r>
      <w:proofErr w:type="gramEnd"/>
      <w:r w:rsidR="000C3CBE" w:rsidRPr="00DE5E3E">
        <w:rPr>
          <w:rFonts w:ascii="Andale Sans" w:eastAsia="Arial Unicode MS" w:hAnsi="Andale Sans" w:cs="Arial Unicode MS"/>
          <w:sz w:val="28"/>
          <w:szCs w:val="28"/>
        </w:rPr>
        <w:t xml:space="preserve"> you must be intelligent, responsible, and able to do the right thing. These are the elements of a civilization</w:t>
      </w:r>
      <w:r w:rsidR="00C013BD" w:rsidRPr="00DE5E3E">
        <w:rPr>
          <w:rFonts w:ascii="Andale Sans" w:eastAsia="Arial Unicode MS" w:hAnsi="Andale Sans" w:cs="Arial Unicode MS"/>
          <w:sz w:val="28"/>
          <w:szCs w:val="28"/>
        </w:rPr>
        <w:t>:</w:t>
      </w:r>
      <w:r w:rsidR="000C3CBE" w:rsidRPr="00DE5E3E">
        <w:rPr>
          <w:rFonts w:ascii="Andale Sans" w:eastAsia="Arial Unicode MS" w:hAnsi="Andale Sans" w:cs="Arial Unicode MS"/>
          <w:sz w:val="28"/>
          <w:szCs w:val="28"/>
        </w:rPr>
        <w:t xml:space="preserve"> intelligence, responsibility, and righteousness. This message will be proved with strong, supporting text details.</w:t>
      </w:r>
    </w:p>
    <w:p w:rsidR="00E12294" w:rsidRPr="00DE5E3E" w:rsidRDefault="00C37F73"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To make and sustain a civilization you must be intelligent. At one point in the book, the rats come to move Mrs. </w:t>
      </w:r>
      <w:proofErr w:type="spellStart"/>
      <w:r w:rsidRPr="00DE5E3E">
        <w:rPr>
          <w:rFonts w:ascii="Andale Sans" w:eastAsia="Arial Unicode MS" w:hAnsi="Andale Sans" w:cs="Arial Unicode MS"/>
          <w:sz w:val="28"/>
          <w:szCs w:val="28"/>
        </w:rPr>
        <w:t>Frisby’s</w:t>
      </w:r>
      <w:proofErr w:type="spellEnd"/>
      <w:r w:rsidRPr="00DE5E3E">
        <w:rPr>
          <w:rFonts w:ascii="Andale Sans" w:eastAsia="Arial Unicode MS" w:hAnsi="Andale Sans" w:cs="Arial Unicode MS"/>
          <w:sz w:val="28"/>
          <w:szCs w:val="28"/>
        </w:rPr>
        <w:t xml:space="preserve"> </w:t>
      </w:r>
      <w:r w:rsidR="00303E61" w:rsidRPr="00DE5E3E">
        <w:rPr>
          <w:rFonts w:ascii="Andale Sans" w:eastAsia="Arial Unicode MS" w:hAnsi="Andale Sans" w:cs="Arial Unicode MS"/>
          <w:sz w:val="28"/>
          <w:szCs w:val="28"/>
        </w:rPr>
        <w:t>house to the “lee of the stone.”</w:t>
      </w:r>
      <w:r w:rsidRPr="00DE5E3E">
        <w:rPr>
          <w:rFonts w:ascii="Andale Sans" w:eastAsia="Arial Unicode MS" w:hAnsi="Andale Sans" w:cs="Arial Unicode MS"/>
          <w:sz w:val="28"/>
          <w:szCs w:val="28"/>
        </w:rPr>
        <w:t xml:space="preserve"> The rats moved Mrs. </w:t>
      </w:r>
      <w:proofErr w:type="spellStart"/>
      <w:r w:rsidRPr="00DE5E3E">
        <w:rPr>
          <w:rFonts w:ascii="Andale Sans" w:eastAsia="Arial Unicode MS" w:hAnsi="Andale Sans" w:cs="Arial Unicode MS"/>
          <w:sz w:val="28"/>
          <w:szCs w:val="28"/>
        </w:rPr>
        <w:t>Frisby</w:t>
      </w:r>
      <w:proofErr w:type="spellEnd"/>
      <w:r w:rsidRPr="00DE5E3E">
        <w:rPr>
          <w:rFonts w:ascii="Andale Sans" w:eastAsia="Arial Unicode MS" w:hAnsi="Andale Sans" w:cs="Arial Unicode MS"/>
          <w:sz w:val="28"/>
          <w:szCs w:val="28"/>
        </w:rPr>
        <w:t xml:space="preserve"> and her children’s house, because of the promise that they made. The rats made a promise with Mrs. </w:t>
      </w:r>
      <w:proofErr w:type="spellStart"/>
      <w:r w:rsidRPr="00DE5E3E">
        <w:rPr>
          <w:rFonts w:ascii="Andale Sans" w:eastAsia="Arial Unicode MS" w:hAnsi="Andale Sans" w:cs="Arial Unicode MS"/>
          <w:sz w:val="28"/>
          <w:szCs w:val="28"/>
        </w:rPr>
        <w:t>Frisby</w:t>
      </w:r>
      <w:proofErr w:type="spellEnd"/>
      <w:r w:rsidRPr="00DE5E3E">
        <w:rPr>
          <w:rFonts w:ascii="Andale Sans" w:eastAsia="Arial Unicode MS" w:hAnsi="Andale Sans" w:cs="Arial Unicode MS"/>
          <w:sz w:val="28"/>
          <w:szCs w:val="28"/>
        </w:rPr>
        <w:t xml:space="preserve"> at their sub-rosa world when they learned that she needed help, and that she was the widow of Jonathan </w:t>
      </w:r>
      <w:proofErr w:type="spellStart"/>
      <w:r w:rsidRPr="00DE5E3E">
        <w:rPr>
          <w:rFonts w:ascii="Andale Sans" w:eastAsia="Arial Unicode MS" w:hAnsi="Andale Sans" w:cs="Arial Unicode MS"/>
          <w:sz w:val="28"/>
          <w:szCs w:val="28"/>
        </w:rPr>
        <w:t>Frisby</w:t>
      </w:r>
      <w:proofErr w:type="spellEnd"/>
      <w:r w:rsidRPr="00DE5E3E">
        <w:rPr>
          <w:rFonts w:ascii="Andale Sans" w:eastAsia="Arial Unicode MS" w:hAnsi="Andale Sans" w:cs="Arial Unicode MS"/>
          <w:sz w:val="28"/>
          <w:szCs w:val="28"/>
        </w:rPr>
        <w:t>, a friend of the rat</w:t>
      </w:r>
      <w:r w:rsidR="00303E61" w:rsidRPr="00DE5E3E">
        <w:rPr>
          <w:rFonts w:ascii="Andale Sans" w:eastAsia="Arial Unicode MS" w:hAnsi="Andale Sans" w:cs="Arial Unicode MS"/>
          <w:sz w:val="28"/>
          <w:szCs w:val="28"/>
        </w:rPr>
        <w:t>s</w:t>
      </w:r>
      <w:r w:rsidR="00A143B0" w:rsidRPr="00DE5E3E">
        <w:rPr>
          <w:rFonts w:ascii="Andale Sans" w:eastAsia="Arial Unicode MS" w:hAnsi="Andale Sans" w:cs="Arial Unicode MS"/>
          <w:sz w:val="28"/>
          <w:szCs w:val="28"/>
        </w:rPr>
        <w:t>’</w:t>
      </w:r>
      <w:r w:rsidRPr="00DE5E3E">
        <w:rPr>
          <w:rFonts w:ascii="Andale Sans" w:eastAsia="Arial Unicode MS" w:hAnsi="Andale Sans" w:cs="Arial Unicode MS"/>
          <w:sz w:val="28"/>
          <w:szCs w:val="28"/>
        </w:rPr>
        <w:t xml:space="preserve">. </w:t>
      </w:r>
      <w:r w:rsidR="00A143B0" w:rsidRPr="00DE5E3E">
        <w:rPr>
          <w:rFonts w:ascii="Andale Sans" w:eastAsia="Arial Unicode MS" w:hAnsi="Andale Sans" w:cs="Arial Unicode MS"/>
          <w:sz w:val="28"/>
          <w:szCs w:val="28"/>
        </w:rPr>
        <w:t xml:space="preserve">They felt that they could partially be responsible for her problems. </w:t>
      </w:r>
      <w:r w:rsidRPr="00DE5E3E">
        <w:rPr>
          <w:rFonts w:ascii="Andale Sans" w:eastAsia="Arial Unicode MS" w:hAnsi="Andale Sans" w:cs="Arial Unicode MS"/>
          <w:sz w:val="28"/>
          <w:szCs w:val="28"/>
        </w:rPr>
        <w:t xml:space="preserve">Before the rats moved Mrs. </w:t>
      </w:r>
      <w:proofErr w:type="spellStart"/>
      <w:r w:rsidRPr="00DE5E3E">
        <w:rPr>
          <w:rFonts w:ascii="Andale Sans" w:eastAsia="Arial Unicode MS" w:hAnsi="Andale Sans" w:cs="Arial Unicode MS"/>
          <w:sz w:val="28"/>
          <w:szCs w:val="28"/>
        </w:rPr>
        <w:t>Frisby’s</w:t>
      </w:r>
      <w:proofErr w:type="spellEnd"/>
      <w:r w:rsidRPr="00DE5E3E">
        <w:rPr>
          <w:rFonts w:ascii="Andale Sans" w:eastAsia="Arial Unicode MS" w:hAnsi="Andale Sans" w:cs="Arial Unicode MS"/>
          <w:sz w:val="28"/>
          <w:szCs w:val="28"/>
        </w:rPr>
        <w:t xml:space="preserve"> house, they saved her from the clutches of the cage that she was trapped in in the Fitzgibbon’s house. Justin was the one who saved her. During the moving process the rats used efficient tools and specialization of labor to move her house. They had pulleys, wheeled cart platforms, shovels, and sc</w:t>
      </w:r>
      <w:r w:rsidR="00303E61" w:rsidRPr="00DE5E3E">
        <w:rPr>
          <w:rFonts w:ascii="Andale Sans" w:eastAsia="Arial Unicode MS" w:hAnsi="Andale Sans" w:cs="Arial Unicode MS"/>
          <w:sz w:val="28"/>
          <w:szCs w:val="28"/>
        </w:rPr>
        <w:t>affolding. Only intelligent,</w:t>
      </w:r>
      <w:r w:rsidRPr="00DE5E3E">
        <w:rPr>
          <w:rFonts w:ascii="Andale Sans" w:eastAsia="Arial Unicode MS" w:hAnsi="Andale Sans" w:cs="Arial Unicode MS"/>
          <w:sz w:val="28"/>
          <w:szCs w:val="28"/>
        </w:rPr>
        <w:t xml:space="preserve"> smart, </w:t>
      </w:r>
      <w:r w:rsidR="00303E61" w:rsidRPr="00DE5E3E">
        <w:rPr>
          <w:rFonts w:ascii="Andale Sans" w:eastAsia="Arial Unicode MS" w:hAnsi="Andale Sans" w:cs="Arial Unicode MS"/>
          <w:sz w:val="28"/>
          <w:szCs w:val="28"/>
        </w:rPr>
        <w:t xml:space="preserve">and </w:t>
      </w:r>
      <w:r w:rsidRPr="00DE5E3E">
        <w:rPr>
          <w:rFonts w:ascii="Andale Sans" w:eastAsia="Arial Unicode MS" w:hAnsi="Andale Sans" w:cs="Arial Unicode MS"/>
          <w:sz w:val="28"/>
          <w:szCs w:val="28"/>
        </w:rPr>
        <w:t xml:space="preserve">resourceful beings could come up </w:t>
      </w:r>
      <w:r w:rsidRPr="00DE5E3E">
        <w:rPr>
          <w:rFonts w:ascii="Andale Sans" w:eastAsia="Arial Unicode MS" w:hAnsi="Andale Sans" w:cs="Arial Unicode MS"/>
          <w:sz w:val="28"/>
          <w:szCs w:val="28"/>
        </w:rPr>
        <w:lastRenderedPageBreak/>
        <w:t xml:space="preserve">with and use tools like these. Then, they each had separate </w:t>
      </w:r>
      <w:r w:rsidR="00D9130E" w:rsidRPr="00DE5E3E">
        <w:rPr>
          <w:rFonts w:ascii="Andale Sans" w:eastAsia="Arial Unicode MS" w:hAnsi="Andale Sans" w:cs="Arial Unicode MS"/>
          <w:sz w:val="28"/>
          <w:szCs w:val="28"/>
        </w:rPr>
        <w:t>jobs that they were strongest and efficien</w:t>
      </w:r>
      <w:r w:rsidR="00303E61" w:rsidRPr="00DE5E3E">
        <w:rPr>
          <w:rFonts w:ascii="Andale Sans" w:eastAsia="Arial Unicode MS" w:hAnsi="Andale Sans" w:cs="Arial Unicode MS"/>
          <w:sz w:val="28"/>
          <w:szCs w:val="28"/>
        </w:rPr>
        <w:t>t in. If you know that quote that</w:t>
      </w:r>
      <w:r w:rsidR="00D9130E" w:rsidRPr="00DE5E3E">
        <w:rPr>
          <w:rFonts w:ascii="Andale Sans" w:eastAsia="Arial Unicode MS" w:hAnsi="Andale Sans" w:cs="Arial Unicode MS"/>
          <w:sz w:val="28"/>
          <w:szCs w:val="28"/>
        </w:rPr>
        <w:t xml:space="preserve"> people always say: “Work to your strengths.” That quote has a lot to do with civilization. To have a working civilization, you must have specialized jobs, and only intelligent beings are capable of specializing in jobs. After the house was moved, Mrs. </w:t>
      </w:r>
      <w:proofErr w:type="spellStart"/>
      <w:r w:rsidR="00D9130E" w:rsidRPr="00DE5E3E">
        <w:rPr>
          <w:rFonts w:ascii="Andale Sans" w:eastAsia="Arial Unicode MS" w:hAnsi="Andale Sans" w:cs="Arial Unicode MS"/>
          <w:sz w:val="28"/>
          <w:szCs w:val="28"/>
        </w:rPr>
        <w:t>Frisby</w:t>
      </w:r>
      <w:proofErr w:type="spellEnd"/>
      <w:r w:rsidR="00D9130E" w:rsidRPr="00DE5E3E">
        <w:rPr>
          <w:rFonts w:ascii="Andale Sans" w:eastAsia="Arial Unicode MS" w:hAnsi="Andale Sans" w:cs="Arial Unicode MS"/>
          <w:sz w:val="28"/>
          <w:szCs w:val="28"/>
        </w:rPr>
        <w:t xml:space="preserve"> and her children were safe from the plow until summer. When the plow came through, they were safe, and the</w:t>
      </w:r>
      <w:r w:rsidR="00A143B0" w:rsidRPr="00DE5E3E">
        <w:rPr>
          <w:rFonts w:ascii="Andale Sans" w:eastAsia="Arial Unicode MS" w:hAnsi="Andale Sans" w:cs="Arial Unicode MS"/>
          <w:sz w:val="28"/>
          <w:szCs w:val="28"/>
        </w:rPr>
        <w:t>y</w:t>
      </w:r>
      <w:r w:rsidR="00D9130E" w:rsidRPr="00DE5E3E">
        <w:rPr>
          <w:rFonts w:ascii="Andale Sans" w:eastAsia="Arial Unicode MS" w:hAnsi="Andale Sans" w:cs="Arial Unicode MS"/>
          <w:sz w:val="28"/>
          <w:szCs w:val="28"/>
        </w:rPr>
        <w:t xml:space="preserve"> eventually moved to their summer home.</w:t>
      </w:r>
      <w:r w:rsidR="00E12294" w:rsidRPr="00DE5E3E">
        <w:rPr>
          <w:rFonts w:ascii="Andale Sans" w:eastAsia="Arial Unicode MS" w:hAnsi="Andale Sans" w:cs="Arial Unicode MS"/>
          <w:sz w:val="28"/>
          <w:szCs w:val="28"/>
        </w:rPr>
        <w:t xml:space="preserve"> </w:t>
      </w:r>
    </w:p>
    <w:p w:rsidR="000C3CBE" w:rsidRPr="00DE5E3E" w:rsidRDefault="00E12294"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The rats also built and made a fabulous cave-home underground. The cave had arches, hallways, main rooms, corridors, doors, elevators, and electric lights and machines. The rats were able to build all of this architecture and utilities and machines from </w:t>
      </w:r>
      <w:r w:rsidR="00346209" w:rsidRPr="00DE5E3E">
        <w:rPr>
          <w:rFonts w:ascii="Andale Sans" w:eastAsia="Arial Unicode MS" w:hAnsi="Andale Sans" w:cs="Arial Unicode MS"/>
          <w:sz w:val="28"/>
          <w:szCs w:val="28"/>
        </w:rPr>
        <w:t>their</w:t>
      </w:r>
      <w:r w:rsidR="00A143B0" w:rsidRPr="00DE5E3E">
        <w:rPr>
          <w:rFonts w:ascii="Andale Sans" w:eastAsia="Arial Unicode MS" w:hAnsi="Andale Sans" w:cs="Arial Unicode MS"/>
          <w:sz w:val="28"/>
          <w:szCs w:val="28"/>
        </w:rPr>
        <w:t xml:space="preserve"> capabilities</w:t>
      </w:r>
      <w:r w:rsidR="00346209" w:rsidRPr="00DE5E3E">
        <w:rPr>
          <w:rFonts w:ascii="Andale Sans" w:eastAsia="Arial Unicode MS" w:hAnsi="Andale Sans" w:cs="Arial Unicode MS"/>
          <w:sz w:val="28"/>
          <w:szCs w:val="28"/>
        </w:rPr>
        <w:t xml:space="preserve">. </w:t>
      </w:r>
      <w:r w:rsidR="002B09AD" w:rsidRPr="00DE5E3E">
        <w:rPr>
          <w:rFonts w:ascii="Andale Sans" w:eastAsia="Arial Unicode MS" w:hAnsi="Andale Sans" w:cs="Arial Unicode MS"/>
          <w:sz w:val="28"/>
          <w:szCs w:val="28"/>
        </w:rPr>
        <w:t xml:space="preserve">Only intelligent beings could have such architecture and utilities. </w:t>
      </w:r>
      <w:r w:rsidR="00D9130E" w:rsidRPr="00DE5E3E">
        <w:rPr>
          <w:rFonts w:ascii="Andale Sans" w:eastAsia="Arial Unicode MS" w:hAnsi="Andale Sans" w:cs="Arial Unicode MS"/>
          <w:sz w:val="28"/>
          <w:szCs w:val="28"/>
        </w:rPr>
        <w:t>This shows that the rats were intelligent, and knew how to do things</w:t>
      </w:r>
      <w:r w:rsidR="00A143B0" w:rsidRPr="00DE5E3E">
        <w:rPr>
          <w:rFonts w:ascii="Andale Sans" w:eastAsia="Arial Unicode MS" w:hAnsi="Andale Sans" w:cs="Arial Unicode MS"/>
          <w:sz w:val="28"/>
          <w:szCs w:val="28"/>
        </w:rPr>
        <w:t xml:space="preserve"> efficiently</w:t>
      </w:r>
      <w:r w:rsidR="00D9130E" w:rsidRPr="00DE5E3E">
        <w:rPr>
          <w:rFonts w:ascii="Andale Sans" w:eastAsia="Arial Unicode MS" w:hAnsi="Andale Sans" w:cs="Arial Unicode MS"/>
          <w:sz w:val="28"/>
          <w:szCs w:val="28"/>
        </w:rPr>
        <w:t xml:space="preserve">, like a civilization.  </w:t>
      </w:r>
    </w:p>
    <w:p w:rsidR="001011EC" w:rsidRPr="00DE5E3E" w:rsidRDefault="00D9130E"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To make and sustain a civilization you must be responsible. At one point in the book, </w:t>
      </w:r>
      <w:r w:rsidR="00202A12" w:rsidRPr="00DE5E3E">
        <w:rPr>
          <w:rFonts w:ascii="Andale Sans" w:eastAsia="Arial Unicode MS" w:hAnsi="Andale Sans" w:cs="Arial Unicode MS"/>
          <w:sz w:val="28"/>
          <w:szCs w:val="28"/>
        </w:rPr>
        <w:t xml:space="preserve">the rats know that they will have to abandon their world, because of the NIMH exterminator that’s coming to gas-out their home, so a few know that they must stay behind to hold-off and distract the exterminators so that the others can be safe. </w:t>
      </w:r>
      <w:r w:rsidR="00A143B0" w:rsidRPr="00DE5E3E">
        <w:rPr>
          <w:rFonts w:ascii="Andale Sans" w:eastAsia="Arial Unicode MS" w:hAnsi="Andale Sans" w:cs="Arial Unicode MS"/>
          <w:sz w:val="28"/>
          <w:szCs w:val="28"/>
        </w:rPr>
        <w:t xml:space="preserve">They decide to evacuate everybody and the food supply to Thorn Valley, and keep a rear guard of rats, and a stolen pile of garbage, in the hole, because they figured out that the exterminators are probably from NIMH, coming to catch the other rats from the original escaped party [Nicodemus, Brutus, Justin, etc.]. They have the evidence that Mrs. </w:t>
      </w:r>
      <w:proofErr w:type="spellStart"/>
      <w:r w:rsidR="00A143B0" w:rsidRPr="00DE5E3E">
        <w:rPr>
          <w:rFonts w:ascii="Andale Sans" w:eastAsia="Arial Unicode MS" w:hAnsi="Andale Sans" w:cs="Arial Unicode MS"/>
          <w:sz w:val="28"/>
          <w:szCs w:val="28"/>
        </w:rPr>
        <w:t>Frisby</w:t>
      </w:r>
      <w:proofErr w:type="spellEnd"/>
      <w:r w:rsidR="00A143B0" w:rsidRPr="00DE5E3E">
        <w:rPr>
          <w:rFonts w:ascii="Andale Sans" w:eastAsia="Arial Unicode MS" w:hAnsi="Andale Sans" w:cs="Arial Unicode MS"/>
          <w:sz w:val="28"/>
          <w:szCs w:val="28"/>
        </w:rPr>
        <w:t xml:space="preserve"> figured out about the exterminators and Jenner’s dead party of rats. </w:t>
      </w:r>
    </w:p>
    <w:p w:rsidR="00D9130E" w:rsidRPr="00DE5E3E" w:rsidRDefault="00202A12"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Ten rats, including Justin, Brutus, and Nicodemus, were the ones who stayed behind on the morning after the meeting in the cave the day before.  </w:t>
      </w:r>
      <w:r w:rsidRPr="00DE5E3E">
        <w:rPr>
          <w:rFonts w:ascii="Andale Sans" w:eastAsia="Arial Unicode MS" w:hAnsi="Andale Sans" w:cs="Arial Unicode MS"/>
          <w:sz w:val="28"/>
          <w:szCs w:val="28"/>
        </w:rPr>
        <w:lastRenderedPageBreak/>
        <w:t>During the battle against the exterminators, the exterminators gassed the cave out, but three rats got caught</w:t>
      </w:r>
      <w:r w:rsidR="00FF7E9C" w:rsidRPr="00DE5E3E">
        <w:rPr>
          <w:rFonts w:ascii="Andale Sans" w:eastAsia="Arial Unicode MS" w:hAnsi="Andale Sans" w:cs="Arial Unicode MS"/>
          <w:sz w:val="28"/>
          <w:szCs w:val="28"/>
        </w:rPr>
        <w:t xml:space="preserve"> inside. The rest of the rats escaped out into the woods, and came in and out, making the exterminators think that there was more than seven. One rat escaped out of the trapped three, but one rat, who we don’t know, sacrificed his life to save the other two, but he only saved one, killing himself in the process. The rats stayed behind allowing the other rats to quickly escape to Thorn Valley, where they were going to start their civilization. After they left, the rats started their civilization at Thorn Valley. It shows that</w:t>
      </w:r>
      <w:r w:rsidR="00A34E8B" w:rsidRPr="00DE5E3E">
        <w:rPr>
          <w:rFonts w:ascii="Andale Sans" w:eastAsia="Arial Unicode MS" w:hAnsi="Andale Sans" w:cs="Arial Unicode MS"/>
          <w:sz w:val="28"/>
          <w:szCs w:val="28"/>
        </w:rPr>
        <w:t xml:space="preserve"> the rats were responsible for important events that would shape their lives and new civilization totally, which enables them to make a civilization, because they can take responsibility for </w:t>
      </w:r>
      <w:r w:rsidR="005D3231" w:rsidRPr="00DE5E3E">
        <w:rPr>
          <w:rFonts w:ascii="Andale Sans" w:eastAsia="Arial Unicode MS" w:hAnsi="Andale Sans" w:cs="Arial Unicode MS"/>
          <w:sz w:val="28"/>
          <w:szCs w:val="28"/>
        </w:rPr>
        <w:t xml:space="preserve">their </w:t>
      </w:r>
      <w:r w:rsidR="00A34E8B" w:rsidRPr="00DE5E3E">
        <w:rPr>
          <w:rFonts w:ascii="Andale Sans" w:eastAsia="Arial Unicode MS" w:hAnsi="Andale Sans" w:cs="Arial Unicode MS"/>
          <w:sz w:val="28"/>
          <w:szCs w:val="28"/>
        </w:rPr>
        <w:t xml:space="preserve">problems and actions. </w:t>
      </w:r>
    </w:p>
    <w:p w:rsidR="004C075F" w:rsidRPr="00DE5E3E" w:rsidRDefault="00C013BD"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To make and sustain a civilization you must be able to do the right thing, or be righteous. In the book, the rats make a plan: called the Plan of the Rats of NIMH, to make their own, s</w:t>
      </w:r>
      <w:r w:rsidR="004C075F" w:rsidRPr="00DE5E3E">
        <w:rPr>
          <w:rFonts w:ascii="Andale Sans" w:eastAsia="Arial Unicode MS" w:hAnsi="Andale Sans" w:cs="Arial Unicode MS"/>
          <w:sz w:val="28"/>
          <w:szCs w:val="28"/>
        </w:rPr>
        <w:t>elf-sufficient civilization in T</w:t>
      </w:r>
      <w:r w:rsidRPr="00DE5E3E">
        <w:rPr>
          <w:rFonts w:ascii="Andale Sans" w:eastAsia="Arial Unicode MS" w:hAnsi="Andale Sans" w:cs="Arial Unicode MS"/>
          <w:sz w:val="28"/>
          <w:szCs w:val="28"/>
        </w:rPr>
        <w:t xml:space="preserve">horn Valley, instead of living off of luxuries that they understand very well, but that are stolen. They know that a civilization that lives off of stealing isn’t a civilization, but merely one that is living on the edge of another. </w:t>
      </w:r>
    </w:p>
    <w:p w:rsidR="004C075F" w:rsidRPr="00DE5E3E" w:rsidRDefault="00C013BD"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Their plan started when they destroyed their machines and luxuries in their cave home. Then, they started to stockpile food and seeds along with agricultural technology to start and agricultural system once they left their cave for Thorn Valley. They had enough food for two harvests, just-in-case one went wrong. They started this plan once Nicodemus knew that stealing and making a fake civilization wasn’t the right thing to do. Once the cave was in danger of the NIMH exterminator who was coming back, the rats put their plan into action. The main population of rats left, and once the rear guard had fought its battle, they were all in Thorn Valley. </w:t>
      </w:r>
    </w:p>
    <w:p w:rsidR="00CF7927" w:rsidRPr="00DE5E3E" w:rsidRDefault="00C013BD" w:rsidP="000C3CBE">
      <w:pPr>
        <w:ind w:firstLine="720"/>
        <w:rPr>
          <w:rFonts w:ascii="Arial Rounded MT Bold" w:hAnsi="Arial Rounded MT Bold"/>
          <w:sz w:val="28"/>
          <w:szCs w:val="28"/>
        </w:rPr>
      </w:pPr>
      <w:r w:rsidRPr="00DE5E3E">
        <w:rPr>
          <w:rFonts w:ascii="Andale Sans" w:eastAsia="Arial Unicode MS" w:hAnsi="Andale Sans" w:cs="Arial Unicode MS"/>
          <w:sz w:val="28"/>
          <w:szCs w:val="28"/>
        </w:rPr>
        <w:lastRenderedPageBreak/>
        <w:t xml:space="preserve">The plan was the right thing to do, because a civilization must start from scratch, not live off of another one. That is why many people hated rats, because of their stealing-based lifestyle and civilizations. Nicodemus knew this from his stay at the Boniface Estate. </w:t>
      </w:r>
      <w:r w:rsidR="00B00EF1" w:rsidRPr="00DE5E3E">
        <w:rPr>
          <w:rFonts w:ascii="Andale Sans" w:eastAsia="Arial Unicode MS" w:hAnsi="Andale Sans" w:cs="Arial Unicode MS"/>
          <w:sz w:val="28"/>
          <w:szCs w:val="28"/>
        </w:rPr>
        <w:t xml:space="preserve">A civilization MUST be able to do the right thing, otherwise, it all goes to shame and is hated by others. </w:t>
      </w:r>
      <w:r w:rsidR="005366CD" w:rsidRPr="00DE5E3E">
        <w:rPr>
          <w:rFonts w:ascii="Andale Sans" w:eastAsia="Arial Unicode MS" w:hAnsi="Andale Sans" w:cs="Arial Unicode MS"/>
          <w:sz w:val="28"/>
          <w:szCs w:val="28"/>
        </w:rPr>
        <w:t>Jenner and Nicodemus both had a heated argument about the morality of stealing in the book.</w:t>
      </w:r>
      <w:r w:rsidR="005366CD" w:rsidRPr="00DE5E3E">
        <w:rPr>
          <w:rFonts w:ascii="Arial Rounded MT Bold" w:hAnsi="Arial Rounded MT Bold"/>
          <w:sz w:val="28"/>
          <w:szCs w:val="28"/>
        </w:rPr>
        <w:t xml:space="preserve"> </w:t>
      </w:r>
      <w:r w:rsidR="005366CD" w:rsidRPr="00DE5E3E">
        <w:rPr>
          <w:rFonts w:ascii="Century Gothic" w:hAnsi="Century Gothic"/>
          <w:sz w:val="28"/>
          <w:szCs w:val="28"/>
        </w:rPr>
        <w:t>Jenner disagrees with Nicodemus about moving to Thorn Valley, because Jenner wants to stay in the cave, near the barn, where they can get electricity, and food that they can steal. Jenner is being like the prairie dogs, wanting to keep on the EASY path. He thinks that they’re SO smart now, that they can do anything, and they can avoid anything. Nicodemus disagrees with Jenner because he believes that they have to work hard to make their rat civilization, instead of “…living on the edge of somebody else’s…” like fleas on a dog. “If the dog drowns, the fleas drown too.” Jenner and his followers left because of when Nicodemus, and his followers and supporters destroyed the machines that made their lives easy.</w:t>
      </w:r>
      <w:r w:rsidR="005366CD" w:rsidRPr="00DE5E3E">
        <w:rPr>
          <w:rFonts w:ascii="Arial Rounded MT Bold" w:hAnsi="Arial Rounded MT Bold"/>
          <w:sz w:val="28"/>
          <w:szCs w:val="28"/>
        </w:rPr>
        <w:t xml:space="preserve"> </w:t>
      </w:r>
    </w:p>
    <w:p w:rsidR="00C013BD" w:rsidRPr="00DE5E3E" w:rsidRDefault="00B00EF1"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t xml:space="preserve">This can be shown through history too! Just like the pirates and the barbarians. They stole to make their lives, and everybody hated them. </w:t>
      </w:r>
      <w:r w:rsidR="00CF7927" w:rsidRPr="00DE5E3E">
        <w:rPr>
          <w:rFonts w:ascii="Andale Sans" w:eastAsia="Arial Unicode MS" w:hAnsi="Andale Sans" w:cs="Arial Unicode MS"/>
          <w:sz w:val="28"/>
          <w:szCs w:val="28"/>
        </w:rPr>
        <w:t>This can also be seen from the fall of Rome in about 100 A.D. This can be seen form the fall of Rome, because Roman greed for power, money, and land, made their empire HUGE, and sometimes not able to sustain itself. All of the greed led to it becoming weak, and too hard to handle. This was how the rats’ civilization would’ve ended up if they had kept their life of stealing and luxury. When the Roman relied on barbarians to guard their growing borders, their civilization became crawling with barbarians, and the grips of the barbarian threat were tightened. This eventually led to a Roman breakdown. They</w:t>
      </w:r>
      <w:r w:rsidRPr="00DE5E3E">
        <w:rPr>
          <w:rFonts w:ascii="Andale Sans" w:eastAsia="Arial Unicode MS" w:hAnsi="Andale Sans" w:cs="Arial Unicode MS"/>
          <w:sz w:val="28"/>
          <w:szCs w:val="28"/>
        </w:rPr>
        <w:t xml:space="preserve"> obviously didn’t do the right thing, which leads to civilization. </w:t>
      </w:r>
    </w:p>
    <w:p w:rsidR="00B00EF1" w:rsidRPr="00DE5E3E" w:rsidRDefault="00B00EF1" w:rsidP="000C3CBE">
      <w:pPr>
        <w:ind w:firstLine="720"/>
        <w:rPr>
          <w:rFonts w:ascii="Andale Sans" w:eastAsia="Arial Unicode MS" w:hAnsi="Andale Sans" w:cs="Arial Unicode MS"/>
          <w:sz w:val="28"/>
          <w:szCs w:val="28"/>
        </w:rPr>
      </w:pPr>
      <w:r w:rsidRPr="00DE5E3E">
        <w:rPr>
          <w:rFonts w:ascii="Andale Sans" w:eastAsia="Arial Unicode MS" w:hAnsi="Andale Sans" w:cs="Arial Unicode MS"/>
          <w:sz w:val="28"/>
          <w:szCs w:val="28"/>
        </w:rPr>
        <w:lastRenderedPageBreak/>
        <w:t xml:space="preserve">The book: </w:t>
      </w:r>
      <w:r w:rsidRPr="00DE5E3E">
        <w:rPr>
          <w:rFonts w:ascii="Andale Sans" w:eastAsia="Arial Unicode MS" w:hAnsi="Andale Sans" w:cs="Arial Unicode MS"/>
          <w:sz w:val="28"/>
          <w:szCs w:val="28"/>
          <w:u w:val="single"/>
        </w:rPr>
        <w:t xml:space="preserve">Mrs. </w:t>
      </w:r>
      <w:proofErr w:type="spellStart"/>
      <w:r w:rsidRPr="00DE5E3E">
        <w:rPr>
          <w:rFonts w:ascii="Andale Sans" w:eastAsia="Arial Unicode MS" w:hAnsi="Andale Sans" w:cs="Arial Unicode MS"/>
          <w:sz w:val="28"/>
          <w:szCs w:val="28"/>
          <w:u w:val="single"/>
        </w:rPr>
        <w:t>Frisby</w:t>
      </w:r>
      <w:proofErr w:type="spellEnd"/>
      <w:r w:rsidRPr="00DE5E3E">
        <w:rPr>
          <w:rFonts w:ascii="Andale Sans" w:eastAsia="Arial Unicode MS" w:hAnsi="Andale Sans" w:cs="Arial Unicode MS"/>
          <w:sz w:val="28"/>
          <w:szCs w:val="28"/>
          <w:u w:val="single"/>
        </w:rPr>
        <w:t xml:space="preserve"> and the Rats of NIMH</w:t>
      </w:r>
      <w:r w:rsidRPr="00DE5E3E">
        <w:rPr>
          <w:rFonts w:ascii="Andale Sans" w:eastAsia="Arial Unicode MS" w:hAnsi="Andale Sans" w:cs="Arial Unicode MS"/>
          <w:sz w:val="28"/>
          <w:szCs w:val="28"/>
        </w:rPr>
        <w:t xml:space="preserve"> </w:t>
      </w:r>
      <w:proofErr w:type="gramStart"/>
      <w:r w:rsidRPr="00DE5E3E">
        <w:rPr>
          <w:rFonts w:ascii="Andale Sans" w:eastAsia="Arial Unicode MS" w:hAnsi="Andale Sans" w:cs="Arial Unicode MS"/>
          <w:sz w:val="28"/>
          <w:szCs w:val="28"/>
        </w:rPr>
        <w:t>has</w:t>
      </w:r>
      <w:proofErr w:type="gramEnd"/>
      <w:r w:rsidRPr="00DE5E3E">
        <w:rPr>
          <w:rFonts w:ascii="Andale Sans" w:eastAsia="Arial Unicode MS" w:hAnsi="Andale Sans" w:cs="Arial Unicode MS"/>
          <w:sz w:val="28"/>
          <w:szCs w:val="28"/>
        </w:rPr>
        <w:t xml:space="preserve"> a very strong lesson about life in it. Robert C. O’Brien made his book, so that the message stood out to the reader. This lesson will stay with me, because of its strength and reality. To make a civilization, or a good</w:t>
      </w:r>
      <w:r w:rsidR="00CF7927" w:rsidRPr="00DE5E3E">
        <w:rPr>
          <w:rFonts w:ascii="Andale Sans" w:eastAsia="Arial Unicode MS" w:hAnsi="Andale Sans" w:cs="Arial Unicode MS"/>
          <w:sz w:val="28"/>
          <w:szCs w:val="28"/>
        </w:rPr>
        <w:t xml:space="preserve"> representation</w:t>
      </w:r>
      <w:r w:rsidRPr="00DE5E3E">
        <w:rPr>
          <w:rFonts w:ascii="Andale Sans" w:eastAsia="Arial Unicode MS" w:hAnsi="Andale Sans" w:cs="Arial Unicode MS"/>
          <w:sz w:val="28"/>
          <w:szCs w:val="28"/>
        </w:rPr>
        <w:t>, you must be responsible, intelligent, and righteous.</w:t>
      </w:r>
      <w:r w:rsidR="00CF7927" w:rsidRPr="00DE5E3E">
        <w:rPr>
          <w:rFonts w:ascii="Andale Sans" w:eastAsia="Arial Unicode MS" w:hAnsi="Andale Sans" w:cs="Arial Unicode MS"/>
          <w:sz w:val="28"/>
          <w:szCs w:val="28"/>
        </w:rPr>
        <w:t xml:space="preserve"> The main message could also be</w:t>
      </w:r>
      <w:r w:rsidRPr="00DE5E3E">
        <w:rPr>
          <w:rFonts w:ascii="Andale Sans" w:eastAsia="Arial Unicode MS" w:hAnsi="Andale Sans" w:cs="Arial Unicode MS"/>
          <w:sz w:val="28"/>
          <w:szCs w:val="28"/>
        </w:rPr>
        <w:t xml:space="preserve"> do the right thing, and others will think highly of you. A civilization must be based on doing the right thing.  </w:t>
      </w:r>
    </w:p>
    <w:sectPr w:rsidR="00B00EF1" w:rsidRPr="00DE5E3E" w:rsidSect="00A17A68">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w:panose1 w:val="020B0603020104020203"/>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68"/>
    <w:rsid w:val="000C3CBE"/>
    <w:rsid w:val="001011EC"/>
    <w:rsid w:val="00110A54"/>
    <w:rsid w:val="00202A12"/>
    <w:rsid w:val="002B09AD"/>
    <w:rsid w:val="00303E61"/>
    <w:rsid w:val="00336BED"/>
    <w:rsid w:val="00346209"/>
    <w:rsid w:val="004C075F"/>
    <w:rsid w:val="005366CD"/>
    <w:rsid w:val="005D3231"/>
    <w:rsid w:val="005F51FC"/>
    <w:rsid w:val="00727826"/>
    <w:rsid w:val="00826F70"/>
    <w:rsid w:val="00934032"/>
    <w:rsid w:val="00A143B0"/>
    <w:rsid w:val="00A17A68"/>
    <w:rsid w:val="00A34E8B"/>
    <w:rsid w:val="00B00EF1"/>
    <w:rsid w:val="00C013BD"/>
    <w:rsid w:val="00C37F73"/>
    <w:rsid w:val="00CF7927"/>
    <w:rsid w:val="00D5020E"/>
    <w:rsid w:val="00D9130E"/>
    <w:rsid w:val="00DE5E3E"/>
    <w:rsid w:val="00E019A0"/>
    <w:rsid w:val="00E12294"/>
    <w:rsid w:val="00FF7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7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A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7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A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43DEEDB5.dotm</Template>
  <TotalTime>129</TotalTime>
  <Pages>5</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22</cp:revision>
  <cp:lastPrinted>2012-03-28T19:18:00Z</cp:lastPrinted>
  <dcterms:created xsi:type="dcterms:W3CDTF">2012-03-26T18:23:00Z</dcterms:created>
  <dcterms:modified xsi:type="dcterms:W3CDTF">2012-03-28T19:20:00Z</dcterms:modified>
</cp:coreProperties>
</file>